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473D8A" w:rsidR="006E5D65" w:rsidP="00473D8A" w:rsidRDefault="00997F14" w14:paraId="47D3FA2E" w14:textId="77777777">
      <w:pPr>
        <w:spacing w:line="240" w:lineRule="auto"/>
        <w:jc w:val="both"/>
        <w:rPr>
          <w:rFonts w:ascii="Corbel" w:hAnsi="Corbel"/>
          <w:bCs/>
          <w:i/>
          <w:sz w:val="24"/>
          <w:szCs w:val="24"/>
        </w:rPr>
      </w:pPr>
      <w:r w:rsidRPr="00473D8A">
        <w:rPr>
          <w:rFonts w:ascii="Corbel" w:hAnsi="Corbel"/>
          <w:b/>
          <w:bCs/>
          <w:sz w:val="24"/>
          <w:szCs w:val="24"/>
        </w:rPr>
        <w:t xml:space="preserve">   </w:t>
      </w:r>
      <w:r w:rsidRPr="00473D8A" w:rsidR="00CD6897">
        <w:rPr>
          <w:rFonts w:ascii="Corbel" w:hAnsi="Corbel"/>
          <w:b/>
          <w:bCs/>
          <w:sz w:val="24"/>
          <w:szCs w:val="24"/>
        </w:rPr>
        <w:tab/>
      </w:r>
      <w:r w:rsidRPr="00473D8A" w:rsidR="00CD6897">
        <w:rPr>
          <w:rFonts w:ascii="Corbel" w:hAnsi="Corbel"/>
          <w:b/>
          <w:bCs/>
          <w:sz w:val="24"/>
          <w:szCs w:val="24"/>
        </w:rPr>
        <w:tab/>
      </w:r>
      <w:r w:rsidRPr="00473D8A" w:rsidR="00CD6897">
        <w:rPr>
          <w:rFonts w:ascii="Corbel" w:hAnsi="Corbel"/>
          <w:b/>
          <w:bCs/>
          <w:sz w:val="24"/>
          <w:szCs w:val="24"/>
        </w:rPr>
        <w:tab/>
      </w:r>
      <w:r w:rsidRPr="00473D8A" w:rsidR="00CD6897">
        <w:rPr>
          <w:rFonts w:ascii="Corbel" w:hAnsi="Corbel"/>
          <w:b/>
          <w:bCs/>
          <w:sz w:val="24"/>
          <w:szCs w:val="24"/>
        </w:rPr>
        <w:tab/>
      </w:r>
      <w:r w:rsidRPr="00473D8A" w:rsidR="00CD6897">
        <w:rPr>
          <w:rFonts w:ascii="Corbel" w:hAnsi="Corbel"/>
          <w:b/>
          <w:bCs/>
          <w:sz w:val="24"/>
          <w:szCs w:val="24"/>
        </w:rPr>
        <w:tab/>
      </w:r>
      <w:r w:rsidRPr="00473D8A" w:rsidR="00CD6897">
        <w:rPr>
          <w:rFonts w:ascii="Corbel" w:hAnsi="Corbel"/>
          <w:b/>
          <w:bCs/>
          <w:sz w:val="24"/>
          <w:szCs w:val="24"/>
        </w:rPr>
        <w:tab/>
      </w:r>
      <w:r w:rsidRPr="00473D8A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473D8A" w:rsidR="006F31E2">
        <w:rPr>
          <w:rFonts w:ascii="Corbel" w:hAnsi="Corbel"/>
          <w:bCs/>
          <w:i/>
          <w:sz w:val="24"/>
          <w:szCs w:val="24"/>
        </w:rPr>
        <w:t>1.5</w:t>
      </w:r>
      <w:r w:rsidRPr="00473D8A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473D8A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473D8A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Pr="00473D8A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473D8A" w:rsidR="0085747A" w:rsidP="00280025" w:rsidRDefault="0085747A" w14:paraId="2A318098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73D8A">
        <w:rPr>
          <w:rFonts w:ascii="Corbel" w:hAnsi="Corbel"/>
          <w:b/>
          <w:smallCaps/>
          <w:sz w:val="24"/>
          <w:szCs w:val="24"/>
        </w:rPr>
        <w:t>SYLABUS</w:t>
      </w:r>
    </w:p>
    <w:p w:rsidRPr="00473D8A" w:rsidR="0085747A" w:rsidP="1C066D95" w:rsidRDefault="0071620A" w14:paraId="481EFE71" w14:textId="509C7E34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1C066D95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1C066D95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1C066D95" w:rsidR="00EB071E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1C066D95" w:rsidR="0A85F11A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1C066D95" w:rsidR="00EB071E">
        <w:rPr>
          <w:rFonts w:ascii="Corbel" w:hAnsi="Corbel"/>
          <w:b w:val="1"/>
          <w:bCs w:val="1"/>
          <w:smallCaps w:val="1"/>
          <w:sz w:val="24"/>
          <w:szCs w:val="24"/>
        </w:rPr>
        <w:t>-202</w:t>
      </w:r>
      <w:r w:rsidRPr="1C066D95" w:rsidR="3ED53496">
        <w:rPr>
          <w:rFonts w:ascii="Corbel" w:hAnsi="Corbel"/>
          <w:b w:val="1"/>
          <w:bCs w:val="1"/>
          <w:smallCaps w:val="1"/>
          <w:sz w:val="24"/>
          <w:szCs w:val="24"/>
        </w:rPr>
        <w:t>3</w:t>
      </w:r>
    </w:p>
    <w:p w:rsidR="0085747A" w:rsidP="00280025" w:rsidRDefault="0085747A" w14:paraId="681409DE" w14:textId="6A134F62">
      <w:pPr>
        <w:spacing w:after="0" w:line="240" w:lineRule="exact"/>
        <w:ind w:right="2834"/>
        <w:jc w:val="right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i/>
          <w:sz w:val="24"/>
          <w:szCs w:val="24"/>
        </w:rPr>
        <w:t>(skrajne daty</w:t>
      </w:r>
      <w:r w:rsidRPr="00473D8A">
        <w:rPr>
          <w:rFonts w:ascii="Corbel" w:hAnsi="Corbel"/>
          <w:sz w:val="24"/>
          <w:szCs w:val="24"/>
        </w:rPr>
        <w:t>)</w:t>
      </w:r>
    </w:p>
    <w:p w:rsidRPr="00473D8A" w:rsidR="00280025" w:rsidP="00280025" w:rsidRDefault="00280025" w14:paraId="01D95FF6" w14:textId="77777777">
      <w:pPr>
        <w:spacing w:after="0" w:line="240" w:lineRule="exact"/>
        <w:ind w:right="2834"/>
        <w:jc w:val="right"/>
        <w:rPr>
          <w:rFonts w:ascii="Corbel" w:hAnsi="Corbel"/>
          <w:sz w:val="24"/>
          <w:szCs w:val="24"/>
        </w:rPr>
      </w:pPr>
    </w:p>
    <w:p w:rsidRPr="00473D8A" w:rsidR="00445970" w:rsidP="00473D8A" w:rsidRDefault="00445970" w14:paraId="63CB7B2A" w14:textId="02AA93A4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ab/>
      </w:r>
      <w:r w:rsidRPr="00473D8A">
        <w:rPr>
          <w:rFonts w:ascii="Corbel" w:hAnsi="Corbel"/>
          <w:sz w:val="24"/>
          <w:szCs w:val="24"/>
        </w:rPr>
        <w:tab/>
      </w:r>
      <w:r w:rsidRPr="00473D8A">
        <w:rPr>
          <w:rFonts w:ascii="Corbel" w:hAnsi="Corbel"/>
          <w:sz w:val="24"/>
          <w:szCs w:val="24"/>
        </w:rPr>
        <w:tab/>
      </w:r>
      <w:r w:rsidRPr="00473D8A">
        <w:rPr>
          <w:rFonts w:ascii="Corbel" w:hAnsi="Corbel"/>
          <w:sz w:val="24"/>
          <w:szCs w:val="24"/>
        </w:rPr>
        <w:tab/>
      </w:r>
      <w:r w:rsidRPr="00473D8A" w:rsidR="00473D8A">
        <w:rPr>
          <w:rFonts w:ascii="Corbel" w:hAnsi="Corbel"/>
          <w:sz w:val="24"/>
          <w:szCs w:val="24"/>
        </w:rPr>
        <w:tab/>
      </w:r>
      <w:r w:rsidRPr="00473D8A" w:rsidR="007A473E">
        <w:rPr>
          <w:rFonts w:ascii="Corbel" w:hAnsi="Corbel"/>
          <w:sz w:val="24"/>
          <w:szCs w:val="24"/>
        </w:rPr>
        <w:t xml:space="preserve">Rok akademicki </w:t>
      </w:r>
      <w:r w:rsidRPr="00473D8A" w:rsidR="0003166B">
        <w:rPr>
          <w:rFonts w:ascii="Corbel" w:hAnsi="Corbel"/>
          <w:sz w:val="24"/>
          <w:szCs w:val="24"/>
        </w:rPr>
        <w:t>202</w:t>
      </w:r>
      <w:r w:rsidRPr="00473D8A" w:rsidR="55EBF561">
        <w:rPr>
          <w:rFonts w:ascii="Corbel" w:hAnsi="Corbel"/>
          <w:sz w:val="24"/>
          <w:szCs w:val="24"/>
        </w:rPr>
        <w:t>2</w:t>
      </w:r>
      <w:r w:rsidRPr="00473D8A" w:rsidR="0003166B">
        <w:rPr>
          <w:rFonts w:ascii="Corbel" w:hAnsi="Corbel"/>
          <w:sz w:val="24"/>
          <w:szCs w:val="24"/>
        </w:rPr>
        <w:t>/202</w:t>
      </w:r>
      <w:r w:rsidRPr="00473D8A" w:rsidR="77D968A0">
        <w:rPr>
          <w:rFonts w:ascii="Corbel" w:hAnsi="Corbel"/>
          <w:sz w:val="24"/>
          <w:szCs w:val="24"/>
        </w:rPr>
        <w:t>3</w:t>
      </w:r>
    </w:p>
    <w:p w:rsidRPr="00473D8A" w:rsidR="0085747A" w:rsidP="00473D8A" w:rsidRDefault="0085747A" w14:paraId="1040DB38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473D8A" w:rsidR="0085747A" w:rsidP="00473D8A" w:rsidRDefault="0071620A" w14:paraId="2326A878" w14:textId="77777777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473D8A">
        <w:rPr>
          <w:rFonts w:ascii="Corbel" w:hAnsi="Corbel"/>
          <w:szCs w:val="24"/>
        </w:rPr>
        <w:t xml:space="preserve">1. </w:t>
      </w:r>
      <w:r w:rsidRPr="00473D8A" w:rsidR="0085747A">
        <w:rPr>
          <w:rFonts w:ascii="Corbel" w:hAnsi="Corbel"/>
          <w:szCs w:val="24"/>
        </w:rPr>
        <w:t xml:space="preserve">Podstawowe </w:t>
      </w:r>
      <w:r w:rsidRPr="00473D8A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473D8A" w:rsidR="0085747A" w:rsidTr="7A2A59CF" w14:paraId="57E77229" w14:textId="77777777">
        <w:tc>
          <w:tcPr>
            <w:tcW w:w="2694" w:type="dxa"/>
            <w:tcMar/>
            <w:vAlign w:val="center"/>
          </w:tcPr>
          <w:p w:rsidRPr="00473D8A" w:rsidR="0085747A" w:rsidP="00473D8A" w:rsidRDefault="00C05F44" w14:paraId="1D19D51E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6730E9" w14:paraId="0311AB5B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Straż gminna w systemie bezpieczeństwa lokalnego</w:t>
            </w:r>
          </w:p>
        </w:tc>
      </w:tr>
      <w:tr w:rsidRPr="00473D8A" w:rsidR="0085747A" w:rsidTr="7A2A59CF" w14:paraId="1C78EE73" w14:textId="77777777">
        <w:tc>
          <w:tcPr>
            <w:tcW w:w="2694" w:type="dxa"/>
            <w:tcMar/>
            <w:vAlign w:val="center"/>
          </w:tcPr>
          <w:p w:rsidRPr="00473D8A" w:rsidR="0085747A" w:rsidP="00473D8A" w:rsidRDefault="00C05F44" w14:paraId="65138043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Kod przedmiotu</w:t>
            </w:r>
            <w:r w:rsidRPr="00473D8A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6730E9" w14:paraId="382C745D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BW64</w:t>
            </w:r>
          </w:p>
        </w:tc>
      </w:tr>
      <w:tr w:rsidRPr="00473D8A" w:rsidR="0085747A" w:rsidTr="7A2A59CF" w14:paraId="5D5651F4" w14:textId="77777777">
        <w:tc>
          <w:tcPr>
            <w:tcW w:w="2694" w:type="dxa"/>
            <w:tcMar/>
            <w:vAlign w:val="center"/>
          </w:tcPr>
          <w:p w:rsidRPr="00473D8A" w:rsidR="0085747A" w:rsidP="00473D8A" w:rsidRDefault="0085747A" w14:paraId="6660835F" w14:textId="77777777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nazwa</w:t>
            </w:r>
            <w:r w:rsidRPr="00473D8A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6730E9" w14:paraId="1F9CCC4C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473D8A" w:rsidR="0085747A" w:rsidTr="7A2A59CF" w14:paraId="72B87E91" w14:textId="77777777">
        <w:tc>
          <w:tcPr>
            <w:tcW w:w="2694" w:type="dxa"/>
            <w:tcMar/>
            <w:vAlign w:val="center"/>
          </w:tcPr>
          <w:p w:rsidRPr="00473D8A" w:rsidR="0085747A" w:rsidP="00473D8A" w:rsidRDefault="0085747A" w14:paraId="5392EF62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CE00E5" w14:paraId="46F6521A" w14:textId="195969A3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473D8A" w:rsidR="0085747A" w:rsidTr="7A2A59CF" w14:paraId="7A9604E6" w14:textId="77777777">
        <w:tc>
          <w:tcPr>
            <w:tcW w:w="2694" w:type="dxa"/>
            <w:tcMar/>
            <w:vAlign w:val="center"/>
          </w:tcPr>
          <w:p w:rsidRPr="00473D8A" w:rsidR="0085747A" w:rsidP="00473D8A" w:rsidRDefault="0085747A" w14:paraId="2ADC79B0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6730E9" w14:paraId="673515E6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473D8A" w:rsidR="0085747A" w:rsidTr="7A2A59CF" w14:paraId="145D2188" w14:textId="77777777">
        <w:tc>
          <w:tcPr>
            <w:tcW w:w="2694" w:type="dxa"/>
            <w:tcMar/>
            <w:vAlign w:val="center"/>
          </w:tcPr>
          <w:p w:rsidRPr="00473D8A" w:rsidR="0085747A" w:rsidP="00473D8A" w:rsidRDefault="00DE4A14" w14:paraId="6846DE6B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7A2A59CF" w:rsidRDefault="006730E9" w14:paraId="01CF9A3F" w14:textId="75B47F88">
            <w:pPr>
              <w:pStyle w:val="Odpowiedzi"/>
              <w:spacing w:before="100" w:beforeAutospacing="on" w:after="100" w:afterAutospacing="on"/>
              <w:jc w:val="both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A2A59CF" w:rsidR="2B6DFCAF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Studia </w:t>
            </w:r>
            <w:r w:rsidRPr="7A2A59CF" w:rsidR="006730E9">
              <w:rPr>
                <w:rFonts w:ascii="Corbel" w:hAnsi="Corbel"/>
                <w:b w:val="0"/>
                <w:bCs w:val="0"/>
                <w:sz w:val="24"/>
                <w:szCs w:val="24"/>
              </w:rPr>
              <w:t>I stop</w:t>
            </w:r>
            <w:r w:rsidRPr="7A2A59CF" w:rsidR="4403C8EA">
              <w:rPr>
                <w:rFonts w:ascii="Corbel" w:hAnsi="Corbel"/>
                <w:b w:val="0"/>
                <w:bCs w:val="0"/>
                <w:sz w:val="24"/>
                <w:szCs w:val="24"/>
              </w:rPr>
              <w:t>nia</w:t>
            </w:r>
          </w:p>
        </w:tc>
      </w:tr>
      <w:tr w:rsidRPr="00473D8A" w:rsidR="0085747A" w:rsidTr="7A2A59CF" w14:paraId="2EFB79ED" w14:textId="77777777">
        <w:tc>
          <w:tcPr>
            <w:tcW w:w="2694" w:type="dxa"/>
            <w:tcMar/>
            <w:vAlign w:val="center"/>
          </w:tcPr>
          <w:p w:rsidRPr="00473D8A" w:rsidR="0085747A" w:rsidP="00473D8A" w:rsidRDefault="0085747A" w14:paraId="53DC0C30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473D8A" w14:paraId="3BCC7D9B" w14:textId="3B52A8B3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473D8A" w:rsidR="006730E9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Pr="00473D8A" w:rsidR="0085747A" w:rsidTr="7A2A59CF" w14:paraId="1B5CE4A1" w14:textId="77777777">
        <w:tc>
          <w:tcPr>
            <w:tcW w:w="2694" w:type="dxa"/>
            <w:tcMar/>
            <w:vAlign w:val="center"/>
          </w:tcPr>
          <w:p w:rsidRPr="00473D8A" w:rsidR="0085747A" w:rsidP="00473D8A" w:rsidRDefault="0085747A" w14:paraId="0081520B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473D8A" w14:paraId="7C351468" w14:textId="4FBF952D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473D8A" w:rsidR="006730E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473D8A" w:rsidR="0085747A" w:rsidTr="7A2A59CF" w14:paraId="7CF4F75D" w14:textId="77777777">
        <w:tc>
          <w:tcPr>
            <w:tcW w:w="2694" w:type="dxa"/>
            <w:tcMar/>
            <w:vAlign w:val="center"/>
          </w:tcPr>
          <w:p w:rsidRPr="00473D8A" w:rsidR="0085747A" w:rsidP="00473D8A" w:rsidRDefault="0085747A" w14:paraId="55BBA378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Rok i semestr</w:t>
            </w:r>
            <w:r w:rsidRPr="00473D8A" w:rsidR="0030395F">
              <w:rPr>
                <w:rFonts w:ascii="Corbel" w:hAnsi="Corbel"/>
                <w:sz w:val="24"/>
                <w:szCs w:val="24"/>
              </w:rPr>
              <w:t>/y</w:t>
            </w:r>
            <w:r w:rsidRPr="00473D8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7D5802" w14:paraId="1A7B082A" w14:textId="51BDA9B3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457AC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Pr="00473D8A">
              <w:rPr>
                <w:rFonts w:ascii="Corbel" w:hAnsi="Corbel"/>
                <w:b w:val="0"/>
                <w:sz w:val="24"/>
                <w:szCs w:val="24"/>
              </w:rPr>
              <w:t>/V</w:t>
            </w:r>
            <w:r w:rsidR="008457AC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  <w:bookmarkStart w:name="_GoBack" w:id="0"/>
            <w:bookmarkEnd w:id="0"/>
          </w:p>
        </w:tc>
      </w:tr>
      <w:tr w:rsidRPr="00473D8A" w:rsidR="0085747A" w:rsidTr="7A2A59CF" w14:paraId="745A2A49" w14:textId="77777777">
        <w:tc>
          <w:tcPr>
            <w:tcW w:w="2694" w:type="dxa"/>
            <w:tcMar/>
            <w:vAlign w:val="center"/>
          </w:tcPr>
          <w:p w:rsidRPr="00473D8A" w:rsidR="0085747A" w:rsidP="00473D8A" w:rsidRDefault="0085747A" w14:paraId="5CC2AF42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473D8A" w14:paraId="33CA5636" w14:textId="16E3CD6F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473D8A" w:rsidR="006730E9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Pr="00473D8A" w:rsidR="00923D7D" w:rsidTr="7A2A59CF" w14:paraId="46E3D2C4" w14:textId="77777777">
        <w:tc>
          <w:tcPr>
            <w:tcW w:w="2694" w:type="dxa"/>
            <w:tcMar/>
            <w:vAlign w:val="center"/>
          </w:tcPr>
          <w:p w:rsidRPr="00473D8A" w:rsidR="00923D7D" w:rsidP="00473D8A" w:rsidRDefault="00923D7D" w14:paraId="42151619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473D8A" w:rsidR="00923D7D" w:rsidP="00473D8A" w:rsidRDefault="00473D8A" w14:paraId="3DFDA65B" w14:textId="6CBFBC73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473D8A" w:rsidR="006730E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473D8A" w:rsidR="0085747A" w:rsidTr="7A2A59CF" w14:paraId="0D02C763" w14:textId="77777777">
        <w:tc>
          <w:tcPr>
            <w:tcW w:w="2694" w:type="dxa"/>
            <w:tcMar/>
            <w:vAlign w:val="center"/>
          </w:tcPr>
          <w:p w:rsidRPr="00473D8A" w:rsidR="0085747A" w:rsidP="00473D8A" w:rsidRDefault="0085747A" w14:paraId="2D197DA6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6730E9" w14:paraId="45F617FB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mgr Karol Piękoś</w:t>
            </w:r>
          </w:p>
        </w:tc>
      </w:tr>
      <w:tr w:rsidRPr="00473D8A" w:rsidR="0085747A" w:rsidTr="7A2A59CF" w14:paraId="59ED88EC" w14:textId="77777777">
        <w:tc>
          <w:tcPr>
            <w:tcW w:w="2694" w:type="dxa"/>
            <w:tcMar/>
            <w:vAlign w:val="center"/>
          </w:tcPr>
          <w:p w:rsidRPr="00473D8A" w:rsidR="0085747A" w:rsidP="00473D8A" w:rsidRDefault="0085747A" w14:paraId="3EA7D437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6730E9" w14:paraId="4785251C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mgr Karol Piękoś</w:t>
            </w:r>
          </w:p>
        </w:tc>
      </w:tr>
    </w:tbl>
    <w:p w:rsidRPr="00473D8A" w:rsidR="0085747A" w:rsidP="00473D8A" w:rsidRDefault="0085747A" w14:paraId="08AAB934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 xml:space="preserve">* </w:t>
      </w:r>
      <w:r w:rsidRPr="00473D8A">
        <w:rPr>
          <w:rFonts w:ascii="Corbel" w:hAnsi="Corbel"/>
          <w:i/>
          <w:sz w:val="24"/>
          <w:szCs w:val="24"/>
        </w:rPr>
        <w:t>-</w:t>
      </w:r>
      <w:r w:rsidRPr="00473D8A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473D8A" w:rsidR="00B90885">
        <w:rPr>
          <w:rFonts w:ascii="Corbel" w:hAnsi="Corbel"/>
          <w:b w:val="0"/>
          <w:sz w:val="24"/>
          <w:szCs w:val="24"/>
        </w:rPr>
        <w:t>e,</w:t>
      </w:r>
      <w:r w:rsidRPr="00473D8A">
        <w:rPr>
          <w:rFonts w:ascii="Corbel" w:hAnsi="Corbel"/>
          <w:i/>
          <w:sz w:val="24"/>
          <w:szCs w:val="24"/>
        </w:rPr>
        <w:t xml:space="preserve"> </w:t>
      </w:r>
      <w:r w:rsidRPr="00473D8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473D8A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473D8A" w:rsidR="00923D7D" w:rsidP="00473D8A" w:rsidRDefault="00923D7D" w14:paraId="188FAFD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473D8A" w:rsidR="0085747A" w:rsidP="00473D8A" w:rsidRDefault="0085747A" w14:paraId="5B59D4E6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>1.</w:t>
      </w:r>
      <w:r w:rsidRPr="00473D8A" w:rsidR="00E22FBC">
        <w:rPr>
          <w:rFonts w:ascii="Corbel" w:hAnsi="Corbel"/>
          <w:sz w:val="24"/>
          <w:szCs w:val="24"/>
        </w:rPr>
        <w:t>1</w:t>
      </w:r>
      <w:r w:rsidRPr="00473D8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473D8A" w:rsidR="00923D7D" w:rsidP="00473D8A" w:rsidRDefault="00923D7D" w14:paraId="204956D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887"/>
        <w:gridCol w:w="752"/>
        <w:gridCol w:w="851"/>
        <w:gridCol w:w="773"/>
        <w:gridCol w:w="804"/>
        <w:gridCol w:w="713"/>
        <w:gridCol w:w="923"/>
        <w:gridCol w:w="1491"/>
        <w:gridCol w:w="1385"/>
      </w:tblGrid>
      <w:tr w:rsidRPr="00473D8A" w:rsidR="00015B8F" w:rsidTr="006730E9" w14:paraId="4E0AA963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73D8A" w:rsidR="00015B8F" w:rsidP="00473D8A" w:rsidRDefault="00015B8F" w14:paraId="389472E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Semestr</w:t>
            </w:r>
          </w:p>
          <w:p w:rsidRPr="00473D8A" w:rsidR="00015B8F" w:rsidP="00473D8A" w:rsidRDefault="002B5EA0" w14:paraId="3209061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(</w:t>
            </w:r>
            <w:r w:rsidRPr="00473D8A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73D8A" w:rsidR="00015B8F" w:rsidP="00473D8A" w:rsidRDefault="00015B8F" w14:paraId="1F3BC26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73D8A">
              <w:rPr>
                <w:rFonts w:ascii="Corbel" w:hAnsi="Corbel"/>
                <w:szCs w:val="24"/>
              </w:rPr>
              <w:t>Wykł</w:t>
            </w:r>
            <w:proofErr w:type="spellEnd"/>
            <w:r w:rsidRPr="00473D8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73D8A" w:rsidR="00015B8F" w:rsidP="00473D8A" w:rsidRDefault="00015B8F" w14:paraId="529EA52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73D8A" w:rsidR="00015B8F" w:rsidP="00473D8A" w:rsidRDefault="00015B8F" w14:paraId="2B3326B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73D8A">
              <w:rPr>
                <w:rFonts w:ascii="Corbel" w:hAnsi="Corbel"/>
                <w:szCs w:val="24"/>
              </w:rPr>
              <w:t>Konw</w:t>
            </w:r>
            <w:proofErr w:type="spellEnd"/>
            <w:r w:rsidRPr="00473D8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73D8A" w:rsidR="00015B8F" w:rsidP="00473D8A" w:rsidRDefault="00015B8F" w14:paraId="6461B20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73D8A" w:rsidR="00015B8F" w:rsidP="00473D8A" w:rsidRDefault="00015B8F" w14:paraId="12F82F3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73D8A">
              <w:rPr>
                <w:rFonts w:ascii="Corbel" w:hAnsi="Corbel"/>
                <w:szCs w:val="24"/>
              </w:rPr>
              <w:t>Sem</w:t>
            </w:r>
            <w:proofErr w:type="spellEnd"/>
            <w:r w:rsidRPr="00473D8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73D8A" w:rsidR="00015B8F" w:rsidP="00473D8A" w:rsidRDefault="00015B8F" w14:paraId="5638BF1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73D8A" w:rsidR="00015B8F" w:rsidP="00473D8A" w:rsidRDefault="00015B8F" w14:paraId="5A082C0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73D8A">
              <w:rPr>
                <w:rFonts w:ascii="Corbel" w:hAnsi="Corbel"/>
                <w:szCs w:val="24"/>
              </w:rPr>
              <w:t>Prakt</w:t>
            </w:r>
            <w:proofErr w:type="spellEnd"/>
            <w:r w:rsidRPr="00473D8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73D8A" w:rsidR="00015B8F" w:rsidP="00473D8A" w:rsidRDefault="006730E9" w14:paraId="068DCB6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Zajęcia warsztatowe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73D8A" w:rsidR="00015B8F" w:rsidP="00473D8A" w:rsidRDefault="00015B8F" w14:paraId="08C022F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Liczba pkt</w:t>
            </w:r>
            <w:r w:rsidRPr="00473D8A" w:rsidR="00B90885">
              <w:rPr>
                <w:rFonts w:ascii="Corbel" w:hAnsi="Corbel"/>
                <w:szCs w:val="24"/>
              </w:rPr>
              <w:t>.</w:t>
            </w:r>
            <w:r w:rsidRPr="00473D8A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Pr="00473D8A" w:rsidR="00015B8F" w:rsidTr="006730E9" w14:paraId="185DA62B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73D8A" w:rsidR="00015B8F" w:rsidP="00473D8A" w:rsidRDefault="006730E9" w14:paraId="0A11094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73D8A" w:rsidR="00015B8F" w:rsidP="00473D8A" w:rsidRDefault="00015B8F" w14:paraId="4A9D486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73D8A" w:rsidR="00015B8F" w:rsidP="00473D8A" w:rsidRDefault="00015B8F" w14:paraId="0EF0457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73D8A" w:rsidR="00015B8F" w:rsidP="00473D8A" w:rsidRDefault="00015B8F" w14:paraId="32A5546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73D8A" w:rsidR="00015B8F" w:rsidP="00473D8A" w:rsidRDefault="00015B8F" w14:paraId="0BA39E0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73D8A" w:rsidR="00015B8F" w:rsidP="00473D8A" w:rsidRDefault="00015B8F" w14:paraId="1EF3402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73D8A" w:rsidR="00015B8F" w:rsidP="00473D8A" w:rsidRDefault="00015B8F" w14:paraId="74EFD89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73D8A" w:rsidR="00015B8F" w:rsidP="00473D8A" w:rsidRDefault="00015B8F" w14:paraId="30546E2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73D8A" w:rsidR="00015B8F" w:rsidP="00473D8A" w:rsidRDefault="006730E9" w14:paraId="32126D4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73D8A" w:rsidR="00015B8F" w:rsidP="00473D8A" w:rsidRDefault="006730E9" w14:paraId="07F68BC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473D8A" w:rsidR="00923D7D" w:rsidP="00473D8A" w:rsidRDefault="00923D7D" w14:paraId="5BBC74AB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473D8A" w:rsidR="00923D7D" w:rsidP="00473D8A" w:rsidRDefault="00923D7D" w14:paraId="67D4B509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473D8A" w:rsidR="0085747A" w:rsidP="00473D8A" w:rsidRDefault="0085747A" w14:paraId="66321034" w14:textId="77777777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>1.</w:t>
      </w:r>
      <w:r w:rsidRPr="00473D8A" w:rsidR="00E22FBC">
        <w:rPr>
          <w:rFonts w:ascii="Corbel" w:hAnsi="Corbel"/>
          <w:smallCaps w:val="0"/>
          <w:szCs w:val="24"/>
        </w:rPr>
        <w:t>2</w:t>
      </w:r>
      <w:r w:rsidRPr="00473D8A" w:rsidR="00F83B28">
        <w:rPr>
          <w:rFonts w:ascii="Corbel" w:hAnsi="Corbel"/>
          <w:smallCaps w:val="0"/>
          <w:szCs w:val="24"/>
        </w:rPr>
        <w:t>.</w:t>
      </w:r>
      <w:r w:rsidRPr="00473D8A" w:rsidR="00F83B28">
        <w:rPr>
          <w:rFonts w:ascii="Corbel" w:hAnsi="Corbel"/>
          <w:smallCaps w:val="0"/>
          <w:szCs w:val="24"/>
        </w:rPr>
        <w:tab/>
      </w:r>
      <w:r w:rsidRPr="00473D8A">
        <w:rPr>
          <w:rFonts w:ascii="Corbel" w:hAnsi="Corbel"/>
          <w:smallCaps w:val="0"/>
          <w:szCs w:val="24"/>
        </w:rPr>
        <w:t xml:space="preserve">Sposób realizacji zajęć  </w:t>
      </w:r>
    </w:p>
    <w:p w:rsidRPr="00473D8A" w:rsidR="0085747A" w:rsidP="00473D8A" w:rsidRDefault="0003166B" w14:paraId="29A49759" w14:textId="77777777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Segoe UI Symbol" w:hAnsi="Segoe UI Symbol" w:eastAsia="MS Gothic" w:cs="Segoe UI Symbol"/>
          <w:b w:val="0"/>
          <w:smallCaps w:val="0"/>
          <w:szCs w:val="24"/>
        </w:rPr>
        <w:t>☒</w:t>
      </w:r>
      <w:r w:rsidRPr="00473D8A">
        <w:rPr>
          <w:rFonts w:ascii="Corbel" w:hAnsi="Corbel" w:eastAsia="MS Gothic" w:cs="MS Gothic"/>
          <w:b w:val="0"/>
          <w:smallCaps w:val="0"/>
          <w:szCs w:val="24"/>
        </w:rPr>
        <w:t xml:space="preserve"> </w:t>
      </w:r>
      <w:r w:rsidRPr="00473D8A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473D8A" w:rsidR="0085747A" w:rsidP="00473D8A" w:rsidRDefault="0085747A" w14:paraId="2A4EFFDC" w14:textId="77777777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Segoe UI Symbol" w:hAnsi="Segoe UI Symbol" w:eastAsia="MS Gothic" w:cs="Segoe UI Symbol"/>
          <w:b w:val="0"/>
          <w:szCs w:val="24"/>
        </w:rPr>
        <w:t>☐</w:t>
      </w:r>
      <w:r w:rsidRPr="00473D8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473D8A" w:rsidR="0085747A" w:rsidP="00473D8A" w:rsidRDefault="0085747A" w14:paraId="33BA5C2F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473D8A" w:rsidR="00E22FBC" w:rsidP="00473D8A" w:rsidRDefault="00E22FBC" w14:paraId="0F6F58EF" w14:textId="77777777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 xml:space="preserve">1.3 </w:t>
      </w:r>
      <w:r w:rsidRPr="00473D8A" w:rsidR="00F83B28">
        <w:rPr>
          <w:rFonts w:ascii="Corbel" w:hAnsi="Corbel"/>
          <w:smallCaps w:val="0"/>
          <w:szCs w:val="24"/>
        </w:rPr>
        <w:tab/>
      </w:r>
      <w:r w:rsidRPr="00473D8A">
        <w:rPr>
          <w:rFonts w:ascii="Corbel" w:hAnsi="Corbel"/>
          <w:smallCaps w:val="0"/>
          <w:szCs w:val="24"/>
        </w:rPr>
        <w:t>For</w:t>
      </w:r>
      <w:r w:rsidRPr="00473D8A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473D8A">
        <w:rPr>
          <w:rFonts w:ascii="Corbel" w:hAnsi="Corbel"/>
          <w:smallCaps w:val="0"/>
          <w:szCs w:val="24"/>
        </w:rPr>
        <w:t xml:space="preserve"> (z toku) </w:t>
      </w:r>
      <w:r w:rsidRPr="00473D8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473D8A" w:rsidR="009C54AE" w:rsidP="00473D8A" w:rsidRDefault="006730E9" w14:paraId="3DB384D8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473D8A">
        <w:rPr>
          <w:rFonts w:ascii="Corbel" w:hAnsi="Corbel"/>
          <w:b w:val="0"/>
          <w:szCs w:val="24"/>
        </w:rPr>
        <w:t>zaliczenie z oceną</w:t>
      </w:r>
    </w:p>
    <w:p w:rsidRPr="00473D8A" w:rsidR="00E960BB" w:rsidP="00473D8A" w:rsidRDefault="00E960BB" w14:paraId="2AFC18E7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473D8A" w:rsidR="00E960BB" w:rsidP="00473D8A" w:rsidRDefault="0085747A" w14:paraId="245425DE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473D8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73D8A" w:rsidR="0085747A" w:rsidTr="00745302" w14:paraId="46974D60" w14:textId="77777777">
        <w:tc>
          <w:tcPr>
            <w:tcW w:w="9670" w:type="dxa"/>
          </w:tcPr>
          <w:p w:rsidRPr="00473D8A" w:rsidR="006730E9" w:rsidP="00473D8A" w:rsidRDefault="006730E9" w14:paraId="4B3D8838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organów i instytucji administracji samorządowej</w:t>
            </w:r>
            <w:r w:rsidRPr="00473D8A" w:rsidR="005B4D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473D8A" w:rsidR="0085747A" w:rsidP="00473D8A" w:rsidRDefault="006730E9" w14:paraId="129FACA1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bezpieczeństwem na poziomie lokalnym</w:t>
            </w:r>
            <w:r w:rsidRPr="00473D8A" w:rsidR="005B4D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473D8A" w:rsidR="0085747A" w:rsidP="00473D8A" w:rsidRDefault="0085747A" w14:paraId="12AE5FA1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473D8A" w:rsidR="00153C41" w:rsidP="00473D8A" w:rsidRDefault="00153C41" w14:paraId="358023F5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473D8A" w:rsidR="0085747A" w:rsidP="00473D8A" w:rsidRDefault="0071620A" w14:paraId="0FF03DCE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473D8A">
        <w:rPr>
          <w:rFonts w:ascii="Corbel" w:hAnsi="Corbel"/>
          <w:szCs w:val="24"/>
        </w:rPr>
        <w:t>3.</w:t>
      </w:r>
      <w:r w:rsidRPr="00473D8A" w:rsidR="0085747A">
        <w:rPr>
          <w:rFonts w:ascii="Corbel" w:hAnsi="Corbel"/>
          <w:szCs w:val="24"/>
        </w:rPr>
        <w:t xml:space="preserve"> </w:t>
      </w:r>
      <w:r w:rsidRPr="00473D8A" w:rsidR="00A84C85">
        <w:rPr>
          <w:rFonts w:ascii="Corbel" w:hAnsi="Corbel"/>
          <w:szCs w:val="24"/>
        </w:rPr>
        <w:t>cele, efekty uczenia się</w:t>
      </w:r>
      <w:r w:rsidRPr="00473D8A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473D8A" w:rsidR="0085747A" w:rsidP="00473D8A" w:rsidRDefault="0085747A" w14:paraId="0E7FCC79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473D8A" w:rsidR="0085747A" w:rsidP="00473D8A" w:rsidRDefault="0071620A" w14:paraId="57D4001E" w14:textId="77777777">
      <w:pPr>
        <w:pStyle w:val="Podpunkty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 xml:space="preserve">3.1 </w:t>
      </w:r>
      <w:r w:rsidRPr="00473D8A" w:rsidR="00C05F44">
        <w:rPr>
          <w:rFonts w:ascii="Corbel" w:hAnsi="Corbel"/>
          <w:sz w:val="24"/>
          <w:szCs w:val="24"/>
        </w:rPr>
        <w:t>Cele przedmiotu</w:t>
      </w:r>
    </w:p>
    <w:p w:rsidRPr="00473D8A" w:rsidR="00F83B28" w:rsidP="00473D8A" w:rsidRDefault="00F83B28" w14:paraId="7B1567A5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Pr="00473D8A" w:rsidR="006730E9" w:rsidTr="00403E29" w14:paraId="7B07D796" w14:textId="77777777">
        <w:tc>
          <w:tcPr>
            <w:tcW w:w="675" w:type="dxa"/>
            <w:vAlign w:val="center"/>
          </w:tcPr>
          <w:p w:rsidRPr="00473D8A" w:rsidR="006730E9" w:rsidP="00473D8A" w:rsidRDefault="006730E9" w14:paraId="7F362298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Pr="00473D8A" w:rsidR="006730E9" w:rsidP="00473D8A" w:rsidRDefault="006730E9" w14:paraId="5ADA1295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Zaznajo</w:t>
            </w:r>
            <w:r w:rsidRPr="00473D8A" w:rsidR="0003166B">
              <w:rPr>
                <w:rFonts w:ascii="Corbel" w:hAnsi="Corbel"/>
                <w:b w:val="0"/>
                <w:sz w:val="24"/>
                <w:szCs w:val="24"/>
              </w:rPr>
              <w:t>mienie z organizacją i genezą</w:t>
            </w:r>
            <w:r w:rsidRPr="00473D8A">
              <w:rPr>
                <w:rFonts w:ascii="Corbel" w:hAnsi="Corbel"/>
                <w:b w:val="0"/>
                <w:sz w:val="24"/>
                <w:szCs w:val="24"/>
              </w:rPr>
              <w:t xml:space="preserve"> straży gminnych</w:t>
            </w:r>
            <w:r w:rsidRPr="00473D8A" w:rsidR="005B4D2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473D8A" w:rsidR="006730E9" w:rsidTr="00403E29" w14:paraId="7641C915" w14:textId="77777777">
        <w:tc>
          <w:tcPr>
            <w:tcW w:w="675" w:type="dxa"/>
            <w:vAlign w:val="center"/>
          </w:tcPr>
          <w:p w:rsidRPr="00473D8A" w:rsidR="006730E9" w:rsidP="00473D8A" w:rsidRDefault="006730E9" w14:paraId="76E68030" w14:textId="77777777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Pr="00473D8A" w:rsidR="006730E9" w:rsidP="00473D8A" w:rsidRDefault="006730E9" w14:paraId="03D0A475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Zapoznanie z uprawnieniami i obowiązkami strażników gminnych</w:t>
            </w:r>
            <w:r w:rsidRPr="00473D8A" w:rsidR="005B4D2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473D8A" w:rsidR="006730E9" w:rsidTr="00403E29" w14:paraId="106C5098" w14:textId="77777777">
        <w:tc>
          <w:tcPr>
            <w:tcW w:w="675" w:type="dxa"/>
            <w:vAlign w:val="center"/>
          </w:tcPr>
          <w:p w:rsidRPr="00473D8A" w:rsidR="006730E9" w:rsidP="00473D8A" w:rsidRDefault="006730E9" w14:paraId="54CC2DC1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Pr="00473D8A" w:rsidR="006730E9" w:rsidP="00473D8A" w:rsidRDefault="0003166B" w14:paraId="38041A28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 xml:space="preserve">Przedstawienie działań </w:t>
            </w:r>
            <w:r w:rsidRPr="00473D8A" w:rsidR="006730E9">
              <w:rPr>
                <w:rFonts w:ascii="Corbel" w:hAnsi="Corbel"/>
                <w:b w:val="0"/>
                <w:sz w:val="24"/>
                <w:szCs w:val="24"/>
              </w:rPr>
              <w:t>straż</w:t>
            </w:r>
            <w:r w:rsidRPr="00473D8A">
              <w:rPr>
                <w:rFonts w:ascii="Corbel" w:hAnsi="Corbel"/>
                <w:b w:val="0"/>
                <w:sz w:val="24"/>
                <w:szCs w:val="24"/>
              </w:rPr>
              <w:t>y gminnych zmierzających do poprawy</w:t>
            </w:r>
            <w:r w:rsidRPr="00473D8A" w:rsidR="006730E9">
              <w:rPr>
                <w:rFonts w:ascii="Corbel" w:hAnsi="Corbel"/>
                <w:b w:val="0"/>
                <w:sz w:val="24"/>
                <w:szCs w:val="24"/>
              </w:rPr>
              <w:t xml:space="preserve"> bezpieczeństwa na poziomie lokalnym</w:t>
            </w:r>
            <w:r w:rsidRPr="00473D8A" w:rsidR="005B4D2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473D8A" w:rsidR="0085747A" w:rsidP="00473D8A" w:rsidRDefault="0085747A" w14:paraId="265C8574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:rsidRPr="00473D8A" w:rsidR="001D7B54" w:rsidP="00473D8A" w:rsidRDefault="009F4610" w14:paraId="46786963" w14:textId="77777777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b/>
          <w:sz w:val="24"/>
          <w:szCs w:val="24"/>
        </w:rPr>
        <w:t xml:space="preserve">3.2 </w:t>
      </w:r>
      <w:r w:rsidRPr="00473D8A" w:rsidR="001D7B54">
        <w:rPr>
          <w:rFonts w:ascii="Corbel" w:hAnsi="Corbel"/>
          <w:b/>
          <w:sz w:val="24"/>
          <w:szCs w:val="24"/>
        </w:rPr>
        <w:t xml:space="preserve">Efekty </w:t>
      </w:r>
      <w:r w:rsidRPr="00473D8A" w:rsidR="00C05F44">
        <w:rPr>
          <w:rFonts w:ascii="Corbel" w:hAnsi="Corbel"/>
          <w:b/>
          <w:sz w:val="24"/>
          <w:szCs w:val="24"/>
        </w:rPr>
        <w:t xml:space="preserve">uczenia się </w:t>
      </w:r>
      <w:r w:rsidRPr="00473D8A" w:rsidR="001D7B54">
        <w:rPr>
          <w:rFonts w:ascii="Corbel" w:hAnsi="Corbel"/>
          <w:b/>
          <w:sz w:val="24"/>
          <w:szCs w:val="24"/>
        </w:rPr>
        <w:t>dla przedmiotu</w:t>
      </w:r>
      <w:r w:rsidRPr="00473D8A" w:rsidR="00445970">
        <w:rPr>
          <w:rFonts w:ascii="Corbel" w:hAnsi="Corbel"/>
          <w:sz w:val="24"/>
          <w:szCs w:val="24"/>
        </w:rPr>
        <w:t xml:space="preserve"> </w:t>
      </w:r>
    </w:p>
    <w:p w:rsidRPr="00473D8A" w:rsidR="001D7B54" w:rsidP="00473D8A" w:rsidRDefault="001D7B54" w14:paraId="146FE84A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473D8A" w:rsidR="0085747A" w:rsidP="00473D8A" w:rsidRDefault="0085747A" w14:paraId="242F12E3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Pr="00473D8A" w:rsidR="006730E9" w:rsidTr="00403E29" w14:paraId="2E264C9C" w14:textId="77777777">
        <w:tc>
          <w:tcPr>
            <w:tcW w:w="1691" w:type="dxa"/>
          </w:tcPr>
          <w:p w:rsidRPr="00473D8A" w:rsidR="006730E9" w:rsidP="00473D8A" w:rsidRDefault="006730E9" w14:paraId="3CF4443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smallCaps w:val="0"/>
                <w:szCs w:val="24"/>
              </w:rPr>
              <w:t>EK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65" w:type="dxa"/>
          </w:tcPr>
          <w:p w:rsidRPr="00473D8A" w:rsidR="006730E9" w:rsidP="00473D8A" w:rsidRDefault="006730E9" w14:paraId="01E8C85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64" w:type="dxa"/>
          </w:tcPr>
          <w:p w:rsidRPr="00473D8A" w:rsidR="006730E9" w:rsidP="00473D8A" w:rsidRDefault="006730E9" w14:paraId="5A5AA8D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73D8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473D8A" w:rsidR="006730E9" w:rsidTr="00403E29" w14:paraId="7208D1E3" w14:textId="77777777">
        <w:tc>
          <w:tcPr>
            <w:tcW w:w="1691" w:type="dxa"/>
          </w:tcPr>
          <w:p w:rsidRPr="00473D8A" w:rsidR="006730E9" w:rsidP="00473D8A" w:rsidRDefault="006730E9" w14:paraId="0E55C9D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5" w:type="dxa"/>
          </w:tcPr>
          <w:p w:rsidRPr="00473D8A" w:rsidR="006730E9" w:rsidP="00473D8A" w:rsidRDefault="006730E9" w14:paraId="0C2D671F" w14:textId="5BD819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Charakteryzuje obowiązki i uprawnienia straży gminnej</w:t>
            </w:r>
          </w:p>
        </w:tc>
        <w:tc>
          <w:tcPr>
            <w:tcW w:w="1864" w:type="dxa"/>
          </w:tcPr>
          <w:p w:rsidRPr="00473D8A" w:rsidR="006730E9" w:rsidP="00473D8A" w:rsidRDefault="0003166B" w14:paraId="44D9C93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473D8A" w:rsidR="006730E9">
              <w:rPr>
                <w:rFonts w:ascii="Corbel" w:hAnsi="Corbel"/>
                <w:b w:val="0"/>
                <w:smallCaps w:val="0"/>
                <w:szCs w:val="24"/>
              </w:rPr>
              <w:t>W14</w:t>
            </w:r>
          </w:p>
        </w:tc>
      </w:tr>
      <w:tr w:rsidRPr="00473D8A" w:rsidR="006730E9" w:rsidTr="00403E29" w14:paraId="0FE0DF15" w14:textId="77777777">
        <w:tc>
          <w:tcPr>
            <w:tcW w:w="1691" w:type="dxa"/>
          </w:tcPr>
          <w:p w:rsidRPr="00473D8A" w:rsidR="006730E9" w:rsidP="00473D8A" w:rsidRDefault="006730E9" w14:paraId="5768F74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5" w:type="dxa"/>
          </w:tcPr>
          <w:p w:rsidRPr="00473D8A" w:rsidR="006730E9" w:rsidP="00473D8A" w:rsidRDefault="006730E9" w14:paraId="70E3953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Ocenia działalność straży gminnej na rzecz bezpieczeństwa lokalnego</w:t>
            </w:r>
          </w:p>
        </w:tc>
        <w:tc>
          <w:tcPr>
            <w:tcW w:w="1864" w:type="dxa"/>
          </w:tcPr>
          <w:p w:rsidRPr="00473D8A" w:rsidR="006730E9" w:rsidP="00473D8A" w:rsidRDefault="0003166B" w14:paraId="65E150A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473D8A" w:rsidR="006730E9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Pr="00473D8A" w:rsidR="006730E9" w:rsidTr="00403E29" w14:paraId="21A29DB7" w14:textId="77777777">
        <w:tc>
          <w:tcPr>
            <w:tcW w:w="1691" w:type="dxa"/>
          </w:tcPr>
          <w:p w:rsidRPr="00473D8A" w:rsidR="006730E9" w:rsidP="00473D8A" w:rsidRDefault="006730E9" w14:paraId="40DAE12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65" w:type="dxa"/>
          </w:tcPr>
          <w:p w:rsidRPr="00473D8A" w:rsidR="006730E9" w:rsidP="00473D8A" w:rsidRDefault="006730E9" w14:paraId="27FB60D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Interpretuje przepisy dotyczące funkcjonowania straży gminnej</w:t>
            </w:r>
          </w:p>
        </w:tc>
        <w:tc>
          <w:tcPr>
            <w:tcW w:w="1864" w:type="dxa"/>
          </w:tcPr>
          <w:p w:rsidRPr="00473D8A" w:rsidR="006730E9" w:rsidP="00473D8A" w:rsidRDefault="0003166B" w14:paraId="71BE03B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473D8A" w:rsidR="006730E9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Pr="00473D8A" w:rsidR="006730E9" w:rsidTr="00403E29" w14:paraId="3EBCE26A" w14:textId="77777777">
        <w:tc>
          <w:tcPr>
            <w:tcW w:w="1691" w:type="dxa"/>
          </w:tcPr>
          <w:p w:rsidRPr="00473D8A" w:rsidR="006730E9" w:rsidP="00473D8A" w:rsidRDefault="006730E9" w14:paraId="76893B8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65" w:type="dxa"/>
          </w:tcPr>
          <w:p w:rsidRPr="00473D8A" w:rsidR="006730E9" w:rsidP="00473D8A" w:rsidRDefault="006730E9" w14:paraId="09BDF09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Jest przygotowany do działania w strukturach straży gminnej</w:t>
            </w:r>
          </w:p>
        </w:tc>
        <w:tc>
          <w:tcPr>
            <w:tcW w:w="1864" w:type="dxa"/>
          </w:tcPr>
          <w:p w:rsidRPr="00473D8A" w:rsidR="006730E9" w:rsidP="00473D8A" w:rsidRDefault="006730E9" w14:paraId="56C42B4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473D8A" w:rsidR="0003166B">
              <w:rPr>
                <w:rFonts w:ascii="Corbel" w:hAnsi="Corbel"/>
                <w:b w:val="0"/>
                <w:smallCaps w:val="0"/>
                <w:szCs w:val="24"/>
              </w:rPr>
              <w:t>_K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</w:tbl>
    <w:p w:rsidRPr="00473D8A" w:rsidR="006730E9" w:rsidP="00473D8A" w:rsidRDefault="006730E9" w14:paraId="6F46C902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473D8A" w:rsidR="006730E9" w:rsidP="00473D8A" w:rsidRDefault="006730E9" w14:paraId="099A3D07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473D8A" w:rsidR="006730E9" w:rsidP="00473D8A" w:rsidRDefault="006730E9" w14:paraId="7D23ED36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473D8A" w:rsidR="0085747A" w:rsidP="00473D8A" w:rsidRDefault="00675843" w14:paraId="66502F3E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73D8A">
        <w:rPr>
          <w:rFonts w:ascii="Corbel" w:hAnsi="Corbel"/>
          <w:b/>
          <w:sz w:val="24"/>
          <w:szCs w:val="24"/>
        </w:rPr>
        <w:t>3.3</w:t>
      </w:r>
      <w:r w:rsidRPr="00473D8A" w:rsidR="001D7B54">
        <w:rPr>
          <w:rFonts w:ascii="Corbel" w:hAnsi="Corbel"/>
          <w:b/>
          <w:sz w:val="24"/>
          <w:szCs w:val="24"/>
        </w:rPr>
        <w:t xml:space="preserve"> </w:t>
      </w:r>
      <w:r w:rsidRPr="00473D8A" w:rsidR="0085747A">
        <w:rPr>
          <w:rFonts w:ascii="Corbel" w:hAnsi="Corbel"/>
          <w:b/>
          <w:sz w:val="24"/>
          <w:szCs w:val="24"/>
        </w:rPr>
        <w:t>T</w:t>
      </w:r>
      <w:r w:rsidRPr="00473D8A" w:rsidR="006730E9">
        <w:rPr>
          <w:rFonts w:ascii="Corbel" w:hAnsi="Corbel"/>
          <w:b/>
          <w:sz w:val="24"/>
          <w:szCs w:val="24"/>
        </w:rPr>
        <w:t>reści programowe</w:t>
      </w:r>
    </w:p>
    <w:p w:rsidRPr="00473D8A" w:rsidR="0085747A" w:rsidP="00473D8A" w:rsidRDefault="006730E9" w14:paraId="2D315CD4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>Problematyka zajęć warsztatowych</w:t>
      </w:r>
    </w:p>
    <w:p w:rsidRPr="00473D8A" w:rsidR="00675843" w:rsidP="00473D8A" w:rsidRDefault="00675843" w14:paraId="59C2FBCB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229"/>
      </w:tblGrid>
      <w:tr w:rsidRPr="00473D8A" w:rsidR="006730E9" w:rsidTr="00403E29" w14:paraId="1A179DCD" w14:textId="77777777">
        <w:tc>
          <w:tcPr>
            <w:tcW w:w="7229" w:type="dxa"/>
          </w:tcPr>
          <w:p w:rsidRPr="00473D8A" w:rsidR="006730E9" w:rsidP="00473D8A" w:rsidRDefault="006730E9" w14:paraId="28427F3A" w14:textId="77777777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473D8A" w:rsidR="006730E9" w:rsidTr="00403E29" w14:paraId="7E852F52" w14:textId="77777777">
        <w:tc>
          <w:tcPr>
            <w:tcW w:w="7229" w:type="dxa"/>
          </w:tcPr>
          <w:p w:rsidRPr="00473D8A" w:rsidR="006730E9" w:rsidP="00473D8A" w:rsidRDefault="006730E9" w14:paraId="170D912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Geneza st</w:t>
            </w:r>
            <w:r w:rsidRPr="00473D8A" w:rsidR="00947C55">
              <w:rPr>
                <w:rFonts w:ascii="Corbel" w:hAnsi="Corbel"/>
                <w:sz w:val="24"/>
                <w:szCs w:val="24"/>
              </w:rPr>
              <w:t>raży gminnych − ujęcie prawno-</w:t>
            </w:r>
            <w:r w:rsidRPr="00473D8A">
              <w:rPr>
                <w:rFonts w:ascii="Corbel" w:hAnsi="Corbel"/>
                <w:sz w:val="24"/>
                <w:szCs w:val="24"/>
              </w:rPr>
              <w:t>historyczne</w:t>
            </w:r>
          </w:p>
        </w:tc>
      </w:tr>
      <w:tr w:rsidRPr="00473D8A" w:rsidR="006730E9" w:rsidTr="00403E29" w14:paraId="6D2D28A9" w14:textId="77777777">
        <w:tc>
          <w:tcPr>
            <w:tcW w:w="7229" w:type="dxa"/>
          </w:tcPr>
          <w:p w:rsidRPr="00473D8A" w:rsidR="006730E9" w:rsidP="00473D8A" w:rsidRDefault="006730E9" w14:paraId="56754D8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Tworzenie straży gminnej</w:t>
            </w:r>
          </w:p>
        </w:tc>
      </w:tr>
      <w:tr w:rsidRPr="00473D8A" w:rsidR="006730E9" w:rsidTr="00403E29" w14:paraId="0B565CAF" w14:textId="77777777">
        <w:tc>
          <w:tcPr>
            <w:tcW w:w="7229" w:type="dxa"/>
          </w:tcPr>
          <w:p w:rsidRPr="00473D8A" w:rsidR="006730E9" w:rsidP="00473D8A" w:rsidRDefault="006730E9" w14:paraId="787DC0B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Organizacja straży gminnej</w:t>
            </w:r>
          </w:p>
        </w:tc>
      </w:tr>
      <w:tr w:rsidRPr="00473D8A" w:rsidR="006730E9" w:rsidTr="00403E29" w14:paraId="0F4B74AB" w14:textId="77777777">
        <w:tc>
          <w:tcPr>
            <w:tcW w:w="7229" w:type="dxa"/>
          </w:tcPr>
          <w:p w:rsidRPr="00473D8A" w:rsidR="006730E9" w:rsidP="00473D8A" w:rsidRDefault="006730E9" w14:paraId="0B2E6E5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Zadania straży gminnej</w:t>
            </w:r>
          </w:p>
        </w:tc>
      </w:tr>
      <w:tr w:rsidRPr="00473D8A" w:rsidR="006730E9" w:rsidTr="00403E29" w14:paraId="6E071A70" w14:textId="77777777">
        <w:tc>
          <w:tcPr>
            <w:tcW w:w="7229" w:type="dxa"/>
          </w:tcPr>
          <w:p w:rsidRPr="00473D8A" w:rsidR="006730E9" w:rsidP="00473D8A" w:rsidRDefault="006730E9" w14:paraId="5CC78A0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Uprawnienia strażników</w:t>
            </w:r>
          </w:p>
        </w:tc>
      </w:tr>
      <w:tr w:rsidRPr="00473D8A" w:rsidR="006730E9" w:rsidTr="00403E29" w14:paraId="65F22B8B" w14:textId="77777777">
        <w:tc>
          <w:tcPr>
            <w:tcW w:w="7229" w:type="dxa"/>
          </w:tcPr>
          <w:p w:rsidRPr="00473D8A" w:rsidR="006730E9" w:rsidP="00473D8A" w:rsidRDefault="006730E9" w14:paraId="218E2A1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Obowiązki strażników</w:t>
            </w:r>
          </w:p>
        </w:tc>
      </w:tr>
      <w:tr w:rsidRPr="00473D8A" w:rsidR="006730E9" w:rsidTr="00403E29" w14:paraId="6162BE86" w14:textId="77777777">
        <w:tc>
          <w:tcPr>
            <w:tcW w:w="7229" w:type="dxa"/>
          </w:tcPr>
          <w:p w:rsidRPr="00473D8A" w:rsidR="006730E9" w:rsidP="00473D8A" w:rsidRDefault="006730E9" w14:paraId="167D564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Rola straży gminnej w systemie bezpieczeństwa lokalnego</w:t>
            </w:r>
          </w:p>
        </w:tc>
      </w:tr>
    </w:tbl>
    <w:p w:rsidRPr="00473D8A" w:rsidR="006730E9" w:rsidP="00473D8A" w:rsidRDefault="006730E9" w14:paraId="2433FC63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473D8A" w:rsidR="0085747A" w:rsidP="00473D8A" w:rsidRDefault="009F4610" w14:paraId="79663668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>3.4 Metody dydaktyczne</w:t>
      </w:r>
      <w:r w:rsidRPr="00473D8A">
        <w:rPr>
          <w:rFonts w:ascii="Corbel" w:hAnsi="Corbel"/>
          <w:b w:val="0"/>
          <w:smallCaps w:val="0"/>
          <w:szCs w:val="24"/>
        </w:rPr>
        <w:t xml:space="preserve"> </w:t>
      </w:r>
    </w:p>
    <w:p w:rsidRPr="00473D8A" w:rsidR="0085747A" w:rsidP="00473D8A" w:rsidRDefault="0085747A" w14:paraId="614228D1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E960BB" w:rsidP="00473D8A" w:rsidRDefault="007D5802" w14:paraId="4224CFA3" w14:textId="7D057DA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Corbel" w:hAnsi="Corbel"/>
          <w:b w:val="0"/>
          <w:smallCaps w:val="0"/>
          <w:szCs w:val="24"/>
        </w:rPr>
        <w:t>Zajęcia warsztatowe:</w:t>
      </w:r>
      <w:r w:rsidRPr="00473D8A" w:rsidR="001D1715">
        <w:rPr>
          <w:rFonts w:ascii="Corbel" w:hAnsi="Corbel"/>
          <w:b w:val="0"/>
          <w:smallCaps w:val="0"/>
          <w:szCs w:val="24"/>
        </w:rPr>
        <w:t xml:space="preserve"> </w:t>
      </w:r>
      <w:r w:rsidRPr="00473D8A" w:rsidR="006730E9">
        <w:rPr>
          <w:rFonts w:ascii="Corbel" w:hAnsi="Corbel"/>
          <w:b w:val="0"/>
          <w:smallCaps w:val="0"/>
          <w:szCs w:val="24"/>
        </w:rPr>
        <w:t>analiza i interpretacja aktów prawnych i dokumentów, analiza przypadków, moderowana dyskusja</w:t>
      </w:r>
      <w:r w:rsidRPr="00473D8A" w:rsidR="002D7554">
        <w:rPr>
          <w:rFonts w:ascii="Corbel" w:hAnsi="Corbel"/>
          <w:b w:val="0"/>
          <w:smallCaps w:val="0"/>
          <w:szCs w:val="24"/>
        </w:rPr>
        <w:t>.</w:t>
      </w:r>
    </w:p>
    <w:p w:rsidRPr="00473D8A" w:rsidR="00E960BB" w:rsidP="00473D8A" w:rsidRDefault="00E960BB" w14:paraId="193E87C5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473D8A" w:rsidR="00E960BB" w:rsidP="00473D8A" w:rsidRDefault="00E960BB" w14:paraId="0EEB4518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473D8A" w:rsidR="00E960BB" w:rsidP="00473D8A" w:rsidRDefault="00E960BB" w14:paraId="72C669DB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473D8A" w:rsidR="005B4D26" w:rsidP="00473D8A" w:rsidRDefault="005B4D26" w14:paraId="40D7E2FB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473D8A" w:rsidR="0085747A" w:rsidP="00473D8A" w:rsidRDefault="00C61DC5" w14:paraId="352B8ABB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 xml:space="preserve">4. </w:t>
      </w:r>
      <w:r w:rsidRPr="00473D8A" w:rsidR="0085747A">
        <w:rPr>
          <w:rFonts w:ascii="Corbel" w:hAnsi="Corbel"/>
          <w:smallCaps w:val="0"/>
          <w:szCs w:val="24"/>
        </w:rPr>
        <w:t>METODY I KRYTERIA OCENY</w:t>
      </w:r>
      <w:r w:rsidRPr="00473D8A" w:rsidR="009F4610">
        <w:rPr>
          <w:rFonts w:ascii="Corbel" w:hAnsi="Corbel"/>
          <w:smallCaps w:val="0"/>
          <w:szCs w:val="24"/>
        </w:rPr>
        <w:t xml:space="preserve"> </w:t>
      </w:r>
    </w:p>
    <w:p w:rsidRPr="00473D8A" w:rsidR="00923D7D" w:rsidP="00473D8A" w:rsidRDefault="00923D7D" w14:paraId="6275EFB7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473D8A" w:rsidR="0085747A" w:rsidP="00473D8A" w:rsidRDefault="0085747A" w14:paraId="617A19C4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 xml:space="preserve">4.1 Sposoby weryfikacji efektów </w:t>
      </w:r>
      <w:r w:rsidRPr="00473D8A" w:rsidR="00C05F44">
        <w:rPr>
          <w:rFonts w:ascii="Corbel" w:hAnsi="Corbel"/>
          <w:smallCaps w:val="0"/>
          <w:szCs w:val="24"/>
        </w:rPr>
        <w:t>uczenia się</w:t>
      </w:r>
    </w:p>
    <w:p w:rsidRPr="00473D8A" w:rsidR="0085747A" w:rsidP="00473D8A" w:rsidRDefault="0085747A" w14:paraId="243B6FB0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923D7D" w:rsidP="00473D8A" w:rsidRDefault="00923D7D" w14:paraId="1738739A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38"/>
        <w:gridCol w:w="4944"/>
        <w:gridCol w:w="2212"/>
      </w:tblGrid>
      <w:tr w:rsidRPr="00473D8A" w:rsidR="006730E9" w:rsidTr="00403E29" w14:paraId="1C4B9F4B" w14:textId="77777777">
        <w:tc>
          <w:tcPr>
            <w:tcW w:w="1938" w:type="dxa"/>
          </w:tcPr>
          <w:p w:rsidRPr="00473D8A" w:rsidR="006730E9" w:rsidP="00473D8A" w:rsidRDefault="006730E9" w14:paraId="6BB7AB6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Pr="00473D8A" w:rsidR="006730E9" w:rsidP="00473D8A" w:rsidRDefault="006730E9" w14:paraId="003804D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4944" w:type="dxa"/>
          </w:tcPr>
          <w:p w:rsidRPr="00473D8A" w:rsidR="00122AC4" w:rsidP="00473D8A" w:rsidRDefault="00122AC4" w14:paraId="001F2F7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473D8A" w:rsidR="006730E9" w:rsidP="00473D8A" w:rsidRDefault="00122AC4" w14:paraId="476B820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12" w:type="dxa"/>
          </w:tcPr>
          <w:p w:rsidRPr="00473D8A" w:rsidR="00122AC4" w:rsidP="00473D8A" w:rsidRDefault="00122AC4" w14:paraId="026914F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473D8A" w:rsidR="006730E9" w:rsidP="00473D8A" w:rsidRDefault="00122AC4" w14:paraId="1455027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73D8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73D8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473D8A" w:rsidR="006730E9" w:rsidTr="00403E29" w14:paraId="0EC6EDF1" w14:textId="77777777">
        <w:tc>
          <w:tcPr>
            <w:tcW w:w="1938" w:type="dxa"/>
          </w:tcPr>
          <w:p w:rsidRPr="00473D8A" w:rsidR="006730E9" w:rsidP="00473D8A" w:rsidRDefault="006730E9" w14:paraId="1C2ABC7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73D8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944" w:type="dxa"/>
          </w:tcPr>
          <w:p w:rsidRPr="00473D8A" w:rsidR="006730E9" w:rsidP="00473D8A" w:rsidRDefault="00947C55" w14:paraId="2E8DE2C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Na podstawie k</w:t>
            </w:r>
            <w:r w:rsidRPr="00473D8A" w:rsidR="005B4D26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zaliczeniowego</w:t>
            </w:r>
          </w:p>
        </w:tc>
        <w:tc>
          <w:tcPr>
            <w:tcW w:w="2212" w:type="dxa"/>
          </w:tcPr>
          <w:p w:rsidRPr="00473D8A" w:rsidR="006730E9" w:rsidP="00473D8A" w:rsidRDefault="006730E9" w14:paraId="1440A35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ZW</w:t>
            </w:r>
          </w:p>
        </w:tc>
      </w:tr>
      <w:tr w:rsidRPr="00473D8A" w:rsidR="006730E9" w:rsidTr="00403E29" w14:paraId="22911615" w14:textId="77777777">
        <w:tc>
          <w:tcPr>
            <w:tcW w:w="1938" w:type="dxa"/>
          </w:tcPr>
          <w:p w:rsidRPr="00473D8A" w:rsidR="006730E9" w:rsidP="00473D8A" w:rsidRDefault="006730E9" w14:paraId="00A2E5E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73D8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4944" w:type="dxa"/>
          </w:tcPr>
          <w:p w:rsidRPr="00473D8A" w:rsidR="006730E9" w:rsidP="00473D8A" w:rsidRDefault="006730E9" w14:paraId="045AC75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Na podstawie </w:t>
            </w:r>
            <w:r w:rsidRPr="00473D8A" w:rsidR="00122AC4">
              <w:rPr>
                <w:rFonts w:ascii="Corbel" w:hAnsi="Corbel"/>
                <w:b w:val="0"/>
                <w:smallCaps w:val="0"/>
                <w:szCs w:val="24"/>
              </w:rPr>
              <w:t>przygotowanego projektu</w:t>
            </w:r>
          </w:p>
        </w:tc>
        <w:tc>
          <w:tcPr>
            <w:tcW w:w="2212" w:type="dxa"/>
          </w:tcPr>
          <w:p w:rsidRPr="00473D8A" w:rsidR="006730E9" w:rsidP="00473D8A" w:rsidRDefault="006730E9" w14:paraId="299DB76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ZW</w:t>
            </w:r>
          </w:p>
        </w:tc>
      </w:tr>
      <w:tr w:rsidRPr="00473D8A" w:rsidR="006730E9" w:rsidTr="00403E29" w14:paraId="401028E4" w14:textId="77777777">
        <w:tc>
          <w:tcPr>
            <w:tcW w:w="1938" w:type="dxa"/>
          </w:tcPr>
          <w:p w:rsidRPr="00473D8A" w:rsidR="006730E9" w:rsidP="00473D8A" w:rsidRDefault="006730E9" w14:paraId="3308F84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73D8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944" w:type="dxa"/>
          </w:tcPr>
          <w:p w:rsidRPr="00473D8A" w:rsidR="006730E9" w:rsidP="00473D8A" w:rsidRDefault="006730E9" w14:paraId="7A28EF4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Na podstawie odpowiedzi w trakcie zajęć</w:t>
            </w:r>
          </w:p>
        </w:tc>
        <w:tc>
          <w:tcPr>
            <w:tcW w:w="2212" w:type="dxa"/>
          </w:tcPr>
          <w:p w:rsidRPr="00473D8A" w:rsidR="006730E9" w:rsidP="00473D8A" w:rsidRDefault="006730E9" w14:paraId="0F6F68B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ZW</w:t>
            </w:r>
          </w:p>
        </w:tc>
      </w:tr>
      <w:tr w:rsidRPr="00473D8A" w:rsidR="006730E9" w:rsidTr="00403E29" w14:paraId="2673F9C8" w14:textId="77777777">
        <w:tc>
          <w:tcPr>
            <w:tcW w:w="1938" w:type="dxa"/>
          </w:tcPr>
          <w:p w:rsidRPr="00473D8A" w:rsidR="006730E9" w:rsidP="00473D8A" w:rsidRDefault="006730E9" w14:paraId="46FD7D7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73D8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944" w:type="dxa"/>
          </w:tcPr>
          <w:p w:rsidRPr="00473D8A" w:rsidR="006730E9" w:rsidP="00473D8A" w:rsidRDefault="006730E9" w14:paraId="05C2C80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Na podstawie odpowiedzi i obserwacji w trakcie zajęć</w:t>
            </w:r>
          </w:p>
        </w:tc>
        <w:tc>
          <w:tcPr>
            <w:tcW w:w="2212" w:type="dxa"/>
          </w:tcPr>
          <w:p w:rsidRPr="00473D8A" w:rsidR="006730E9" w:rsidP="00473D8A" w:rsidRDefault="006730E9" w14:paraId="1C81465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ZW</w:t>
            </w:r>
          </w:p>
        </w:tc>
      </w:tr>
    </w:tbl>
    <w:p w:rsidRPr="00473D8A" w:rsidR="006730E9" w:rsidP="00473D8A" w:rsidRDefault="006730E9" w14:paraId="4A422B66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6730E9" w:rsidP="00473D8A" w:rsidRDefault="006730E9" w14:paraId="6787B54E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6730E9" w:rsidP="00473D8A" w:rsidRDefault="006730E9" w14:paraId="5C435597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85747A" w:rsidP="00473D8A" w:rsidRDefault="003E1941" w14:paraId="1E375D0C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 xml:space="preserve">4.2 </w:t>
      </w:r>
      <w:r w:rsidRPr="00473D8A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473D8A" w:rsidR="00923D7D">
        <w:rPr>
          <w:rFonts w:ascii="Corbel" w:hAnsi="Corbel"/>
          <w:smallCaps w:val="0"/>
          <w:szCs w:val="24"/>
        </w:rPr>
        <w:t xml:space="preserve"> </w:t>
      </w:r>
    </w:p>
    <w:p w:rsidRPr="00473D8A" w:rsidR="00923D7D" w:rsidP="00473D8A" w:rsidRDefault="00923D7D" w14:paraId="4CF94B02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73D8A" w:rsidR="0085747A" w:rsidTr="00923D7D" w14:paraId="49A3C7BB" w14:textId="77777777">
        <w:tc>
          <w:tcPr>
            <w:tcW w:w="9670" w:type="dxa"/>
          </w:tcPr>
          <w:p w:rsidRPr="00473D8A" w:rsidR="0085747A" w:rsidP="00473D8A" w:rsidRDefault="00122AC4" w14:paraId="12BF67A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- systematyczne przygotowywanie się do zajęć;</w:t>
            </w:r>
          </w:p>
          <w:p w:rsidRPr="00473D8A" w:rsidR="00122AC4" w:rsidP="00473D8A" w:rsidRDefault="00122AC4" w14:paraId="53F8B9B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- ocena pozytywna z </w:t>
            </w:r>
            <w:r w:rsidRPr="00473D8A" w:rsidR="000F3EF3">
              <w:rPr>
                <w:rFonts w:ascii="Corbel" w:hAnsi="Corbel"/>
                <w:b w:val="0"/>
                <w:smallCaps w:val="0"/>
                <w:szCs w:val="24"/>
              </w:rPr>
              <w:t>projektu</w:t>
            </w:r>
            <w:r w:rsidRPr="00473D8A" w:rsidR="00947C55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:rsidRPr="00473D8A" w:rsidR="000F3EF3" w:rsidP="00473D8A" w:rsidRDefault="005B4D26" w14:paraId="07F9EDA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- ocena pozytywna z kolokwium</w:t>
            </w:r>
            <w:r w:rsidRPr="00473D8A" w:rsidR="00947C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473D8A" w:rsidR="00923D7D" w:rsidP="00473D8A" w:rsidRDefault="00923D7D" w14:paraId="1A1F451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473D8A" w:rsidR="000F3EF3" w:rsidP="00473D8A" w:rsidRDefault="000F3EF3" w14:paraId="3CAB1F6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 uzyskania pozyty</w:t>
            </w:r>
            <w:r w:rsidRPr="00473D8A" w:rsidR="005B4D26">
              <w:rPr>
                <w:rFonts w:ascii="Corbel" w:hAnsi="Corbel"/>
                <w:b w:val="0"/>
                <w:smallCaps w:val="0"/>
                <w:szCs w:val="24"/>
              </w:rPr>
              <w:t>wnej oceny z projektu oraz kolokwium.</w:t>
            </w:r>
          </w:p>
          <w:p w:rsidRPr="00473D8A" w:rsidR="0085747A" w:rsidP="00473D8A" w:rsidRDefault="0085747A" w14:paraId="0BE0C9A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473D8A" w:rsidR="0085747A" w:rsidP="00473D8A" w:rsidRDefault="0085747A" w14:paraId="2B322B26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9F4610" w:rsidP="00473D8A" w:rsidRDefault="0085747A" w14:paraId="3EAE1EF5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73D8A">
        <w:rPr>
          <w:rFonts w:ascii="Corbel" w:hAnsi="Corbel"/>
          <w:b/>
          <w:sz w:val="24"/>
          <w:szCs w:val="24"/>
        </w:rPr>
        <w:t xml:space="preserve">5. </w:t>
      </w:r>
      <w:r w:rsidRPr="00473D8A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473D8A" w:rsidR="0085747A" w:rsidP="00473D8A" w:rsidRDefault="0085747A" w14:paraId="38E661CA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473D8A" w:rsidR="0085747A" w:rsidTr="003E1941" w14:paraId="74CA44D7" w14:textId="77777777">
        <w:tc>
          <w:tcPr>
            <w:tcW w:w="4962" w:type="dxa"/>
            <w:vAlign w:val="center"/>
          </w:tcPr>
          <w:p w:rsidRPr="00473D8A" w:rsidR="0085747A" w:rsidP="00473D8A" w:rsidRDefault="00C61DC5" w14:paraId="7942527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73D8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473D8A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73D8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473D8A" w:rsidR="0085747A" w:rsidP="00473D8A" w:rsidRDefault="00C61DC5" w14:paraId="0063193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73D8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473D8A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73D8A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73D8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473D8A" w:rsidR="0085747A" w:rsidTr="00923D7D" w14:paraId="417D1F1B" w14:textId="77777777">
        <w:tc>
          <w:tcPr>
            <w:tcW w:w="4962" w:type="dxa"/>
          </w:tcPr>
          <w:p w:rsidRPr="00473D8A" w:rsidR="0085747A" w:rsidP="00473D8A" w:rsidRDefault="00C61DC5" w14:paraId="0EBFD65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G</w:t>
            </w:r>
            <w:r w:rsidRPr="00473D8A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73D8A">
              <w:rPr>
                <w:rFonts w:ascii="Corbel" w:hAnsi="Corbel"/>
                <w:sz w:val="24"/>
                <w:szCs w:val="24"/>
              </w:rPr>
              <w:t>kontaktowe</w:t>
            </w:r>
            <w:r w:rsidRPr="00473D8A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73D8A">
              <w:rPr>
                <w:rFonts w:ascii="Corbel" w:hAnsi="Corbel"/>
                <w:sz w:val="24"/>
                <w:szCs w:val="24"/>
              </w:rPr>
              <w:t>ynikające</w:t>
            </w:r>
            <w:r w:rsidRPr="00473D8A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473D8A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73D8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473D8A" w:rsidR="0085747A" w:rsidP="00473D8A" w:rsidRDefault="00473D8A" w14:paraId="708F38A6" w14:textId="258C194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473D8A" w:rsidR="00C61DC5" w:rsidTr="00923D7D" w14:paraId="33944C7C" w14:textId="77777777">
        <w:tc>
          <w:tcPr>
            <w:tcW w:w="4962" w:type="dxa"/>
          </w:tcPr>
          <w:p w:rsidRPr="00473D8A" w:rsidR="00C61DC5" w:rsidP="00473D8A" w:rsidRDefault="00C61DC5" w14:paraId="781F30B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473D8A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473D8A" w:rsidR="00C61DC5" w:rsidP="00473D8A" w:rsidRDefault="00C61DC5" w14:paraId="5F9DAC0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473D8A" w:rsidR="00C61DC5" w:rsidP="00473D8A" w:rsidRDefault="000F3EF3" w14:paraId="3EDCB18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473D8A" w:rsidR="00C61DC5" w:rsidTr="00923D7D" w14:paraId="76733687" w14:textId="77777777">
        <w:tc>
          <w:tcPr>
            <w:tcW w:w="4962" w:type="dxa"/>
          </w:tcPr>
          <w:p w:rsidRPr="00473D8A" w:rsidR="0071620A" w:rsidP="00473D8A" w:rsidRDefault="00C61DC5" w14:paraId="5B46F7D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73D8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73D8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473D8A" w:rsidR="00C61DC5" w:rsidP="00473D8A" w:rsidRDefault="00C61DC5" w14:paraId="4C9F58F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473D8A" w:rsidR="00C61DC5" w:rsidP="00473D8A" w:rsidRDefault="000F3EF3" w14:paraId="18259FE1" w14:textId="6CC8B55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2</w:t>
            </w:r>
            <w:r w:rsidR="00473D8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473D8A" w:rsidR="0085747A" w:rsidTr="00923D7D" w14:paraId="3BF6C10D" w14:textId="77777777">
        <w:tc>
          <w:tcPr>
            <w:tcW w:w="4962" w:type="dxa"/>
          </w:tcPr>
          <w:p w:rsidRPr="00473D8A" w:rsidR="0085747A" w:rsidP="00473D8A" w:rsidRDefault="0085747A" w14:paraId="3CFFD74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473D8A" w:rsidR="0085747A" w:rsidP="00473D8A" w:rsidRDefault="000F3EF3" w14:paraId="3DF35AF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473D8A" w:rsidR="0085747A" w:rsidTr="00923D7D" w14:paraId="0DD26422" w14:textId="77777777">
        <w:tc>
          <w:tcPr>
            <w:tcW w:w="4962" w:type="dxa"/>
          </w:tcPr>
          <w:p w:rsidRPr="00473D8A" w:rsidR="0085747A" w:rsidP="00473D8A" w:rsidRDefault="0085747A" w14:paraId="0458F67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73D8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473D8A" w:rsidR="0085747A" w:rsidP="00473D8A" w:rsidRDefault="000F3EF3" w14:paraId="63F374B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473D8A" w:rsidR="0085747A" w:rsidP="00473D8A" w:rsidRDefault="00923D7D" w14:paraId="5B582E4A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473D8A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473D8A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473D8A" w:rsidR="003E1941" w:rsidP="00473D8A" w:rsidRDefault="003E1941" w14:paraId="60F4A0BA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5B4D26" w:rsidP="00473D8A" w:rsidRDefault="005B4D26" w14:paraId="23C6E33A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5B4D26" w:rsidP="00473D8A" w:rsidRDefault="005B4D26" w14:paraId="2007F1E1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5B4D26" w:rsidP="00473D8A" w:rsidRDefault="005B4D26" w14:paraId="6BD6F4FD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5B4D26" w:rsidP="00473D8A" w:rsidRDefault="005B4D26" w14:paraId="30818D37" w14:textId="3CF3D59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280025" w:rsidP="00473D8A" w:rsidRDefault="00280025" w14:paraId="71550D0B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85747A" w:rsidP="00473D8A" w:rsidRDefault="0071620A" w14:paraId="751341D5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 xml:space="preserve">6. </w:t>
      </w:r>
      <w:r w:rsidRPr="00473D8A" w:rsidR="0085747A">
        <w:rPr>
          <w:rFonts w:ascii="Corbel" w:hAnsi="Corbel"/>
          <w:smallCaps w:val="0"/>
          <w:szCs w:val="24"/>
        </w:rPr>
        <w:t>PRAKTYKI ZAWO</w:t>
      </w:r>
      <w:r w:rsidRPr="00473D8A" w:rsidR="009D3F3B">
        <w:rPr>
          <w:rFonts w:ascii="Corbel" w:hAnsi="Corbel"/>
          <w:smallCaps w:val="0"/>
          <w:szCs w:val="24"/>
        </w:rPr>
        <w:t>DOWE W RAMACH PRZEDMIOTU</w:t>
      </w:r>
    </w:p>
    <w:p w:rsidRPr="00473D8A" w:rsidR="0085747A" w:rsidP="00473D8A" w:rsidRDefault="0085747A" w14:paraId="7ED173D3" w14:textId="77777777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473D8A" w:rsidR="0085747A" w:rsidTr="0071620A" w14:paraId="5CC539FF" w14:textId="77777777">
        <w:trPr>
          <w:trHeight w:val="397"/>
        </w:trPr>
        <w:tc>
          <w:tcPr>
            <w:tcW w:w="3544" w:type="dxa"/>
          </w:tcPr>
          <w:p w:rsidRPr="00473D8A" w:rsidR="0085747A" w:rsidP="00473D8A" w:rsidRDefault="0085747A" w14:paraId="445551C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473D8A" w:rsidR="0085747A" w:rsidP="00473D8A" w:rsidRDefault="002D7554" w14:paraId="182EF6F8" w14:textId="56B1BC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473D8A" w:rsidR="0085747A" w:rsidTr="0071620A" w14:paraId="68A4E131" w14:textId="77777777">
        <w:trPr>
          <w:trHeight w:val="397"/>
        </w:trPr>
        <w:tc>
          <w:tcPr>
            <w:tcW w:w="3544" w:type="dxa"/>
          </w:tcPr>
          <w:p w:rsidRPr="00473D8A" w:rsidR="0085747A" w:rsidP="00473D8A" w:rsidRDefault="0085747A" w14:paraId="154EC46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473D8A" w:rsidR="0085747A" w:rsidP="00473D8A" w:rsidRDefault="002D7554" w14:paraId="09D26CCE" w14:textId="7BAA44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P="00473D8A" w:rsidRDefault="003E1941" w14:paraId="18600426" w14:textId="66E2406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280025" w:rsidP="00473D8A" w:rsidRDefault="00280025" w14:paraId="10CD8E5B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85747A" w:rsidP="00473D8A" w:rsidRDefault="00675843" w14:paraId="368BD622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 xml:space="preserve">7. </w:t>
      </w:r>
      <w:r w:rsidRPr="00473D8A" w:rsidR="0085747A">
        <w:rPr>
          <w:rFonts w:ascii="Corbel" w:hAnsi="Corbel"/>
          <w:smallCaps w:val="0"/>
          <w:szCs w:val="24"/>
        </w:rPr>
        <w:t>LITERATURA</w:t>
      </w:r>
      <w:r w:rsidRPr="00473D8A">
        <w:rPr>
          <w:rFonts w:ascii="Corbel" w:hAnsi="Corbel"/>
          <w:smallCaps w:val="0"/>
          <w:szCs w:val="24"/>
        </w:rPr>
        <w:t xml:space="preserve"> </w:t>
      </w:r>
    </w:p>
    <w:p w:rsidRPr="00473D8A" w:rsidR="00675843" w:rsidP="00473D8A" w:rsidRDefault="00675843" w14:paraId="2DA2B643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789"/>
      </w:tblGrid>
      <w:tr w:rsidRPr="00473D8A" w:rsidR="000F3EF3" w:rsidTr="00403E29" w14:paraId="310639CA" w14:textId="77777777">
        <w:tc>
          <w:tcPr>
            <w:tcW w:w="8789" w:type="dxa"/>
          </w:tcPr>
          <w:p w:rsidRPr="00280025" w:rsidR="00280025" w:rsidP="00473D8A" w:rsidRDefault="000F3EF3" w14:paraId="35EBC0B0" w14:textId="73D6D7A3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473D8A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280025" w:rsidP="00280025" w:rsidRDefault="00280025" w14:paraId="304BDD61" w14:textId="141B7251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Boratyn D., 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Rola straży gminnych w lokalnym systemie bezpieczeństwa 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[w:] 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Bezpieczeństwo-Prawa </w:t>
            </w:r>
            <w:proofErr w:type="spellStart"/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Człowieka-Stosunki</w:t>
            </w:r>
            <w:proofErr w:type="spellEnd"/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Międzynarodowe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Żarna K. (red.), Rzeszów 2019.</w:t>
            </w:r>
          </w:p>
          <w:p w:rsidR="00280025" w:rsidP="00473D8A" w:rsidRDefault="00280025" w14:paraId="7BFD48B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80025" w:rsidP="00280025" w:rsidRDefault="00280025" w14:paraId="6978A9FA" w14:textId="3EDAA224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73D8A">
              <w:rPr>
                <w:rFonts w:ascii="Corbel" w:hAnsi="Corbel"/>
                <w:b w:val="0"/>
                <w:smallCaps w:val="0"/>
                <w:szCs w:val="24"/>
              </w:rPr>
              <w:t>Henning</w:t>
            </w:r>
            <w:proofErr w:type="spellEnd"/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K.,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Analiza zmian prawnych oraz organizacyjnych umożliwiających strażom gminnym realizację zadania polegającego na ochronie fizycznej włodarzy gmin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>, 2018  ,,Opinie i analizy” nr 45.</w:t>
            </w:r>
          </w:p>
          <w:p w:rsidR="00280025" w:rsidP="00473D8A" w:rsidRDefault="00280025" w14:paraId="648B120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473D8A" w:rsidR="00FC5584" w:rsidP="00280025" w:rsidRDefault="00280025" w14:paraId="268E0298" w14:textId="551DD08F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Kotowski W., 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Straże gminne. Komentarz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, LEX/el. 2014. </w:t>
            </w:r>
          </w:p>
        </w:tc>
      </w:tr>
      <w:tr w:rsidRPr="00473D8A" w:rsidR="000F3EF3" w:rsidTr="00403E29" w14:paraId="629D20A6" w14:textId="77777777">
        <w:tc>
          <w:tcPr>
            <w:tcW w:w="8789" w:type="dxa"/>
          </w:tcPr>
          <w:p w:rsidRPr="00280025" w:rsidR="00280025" w:rsidP="00280025" w:rsidRDefault="000F3EF3" w14:paraId="6CD7B943" w14:textId="39224B10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</w:pPr>
            <w:r w:rsidRPr="00473D8A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:rsidR="00280025" w:rsidP="00280025" w:rsidRDefault="00280025" w14:paraId="2AEB2E9C" w14:textId="09BE0857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73D8A">
              <w:rPr>
                <w:rFonts w:ascii="Corbel" w:hAnsi="Corbel"/>
                <w:b w:val="0"/>
                <w:smallCaps w:val="0"/>
                <w:szCs w:val="24"/>
              </w:rPr>
              <w:t>Bismor</w:t>
            </w:r>
            <w:proofErr w:type="spellEnd"/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 w:rsidRPr="00473D8A">
              <w:rPr>
                <w:rFonts w:ascii="Corbel" w:hAnsi="Corbel"/>
                <w:b w:val="0"/>
                <w:smallCaps w:val="0"/>
                <w:szCs w:val="24"/>
              </w:rPr>
              <w:t>Brodny</w:t>
            </w:r>
            <w:proofErr w:type="spellEnd"/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473D8A">
              <w:rPr>
                <w:rFonts w:ascii="Corbel" w:hAnsi="Corbel"/>
                <w:b w:val="0"/>
                <w:i/>
                <w:smallCaps w:val="0"/>
                <w:szCs w:val="24"/>
              </w:rPr>
              <w:t>Rola i znaczenie straży miejskiej w zapewnieniu bezpieczeństwa publicznego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>, ,,Zeszyty Naukowe Politechniki Śląskiej”, 2018, z. 117.</w:t>
            </w:r>
          </w:p>
          <w:p w:rsidR="00280025" w:rsidP="00280025" w:rsidRDefault="00280025" w14:paraId="5A52B377" w14:textId="77777777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80025" w:rsidP="00280025" w:rsidRDefault="00280025" w14:paraId="1B67E679" w14:textId="31BBCF79">
            <w:pPr>
              <w:pStyle w:val="Punktygwne"/>
              <w:spacing w:before="0" w:after="0"/>
              <w:ind w:left="176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73D8A">
              <w:rPr>
                <w:rFonts w:ascii="Corbel" w:hAnsi="Corbel"/>
                <w:b w:val="0"/>
                <w:smallCaps w:val="0"/>
                <w:szCs w:val="24"/>
              </w:rPr>
              <w:t>Bonusiak</w:t>
            </w:r>
            <w:proofErr w:type="spellEnd"/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G., Boratyn D., 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Bezpieczeństwo społeczności lokalnych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, Rzeszów 2020. </w:t>
            </w:r>
          </w:p>
          <w:p w:rsidRPr="00473D8A" w:rsidR="00280025" w:rsidP="00280025" w:rsidRDefault="00280025" w14:paraId="0D13165F" w14:textId="77777777">
            <w:pPr>
              <w:pStyle w:val="Punktygwne"/>
              <w:spacing w:before="0" w:after="0"/>
              <w:ind w:left="176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80025" w:rsidP="00280025" w:rsidRDefault="00280025" w14:paraId="7C017497" w14:textId="304E03F1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Michalczyk T., Mazur J., </w:t>
            </w:r>
            <w:r w:rsidRPr="00473D8A">
              <w:rPr>
                <w:rFonts w:ascii="Corbel" w:hAnsi="Corbel"/>
                <w:b w:val="0"/>
                <w:i/>
                <w:smallCaps w:val="0"/>
                <w:szCs w:val="24"/>
              </w:rPr>
              <w:t>Rola straży miejskiej w systemie bezpieczeństwa i porządku publicznego miasta: wprowadzenie do problematyki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>, ,,Przedsiębiorczość i Zarządzanie”, 2016, t. 17 z. 5.</w:t>
            </w:r>
          </w:p>
          <w:p w:rsidRPr="00473D8A" w:rsidR="00280025" w:rsidP="00280025" w:rsidRDefault="00280025" w14:paraId="3BFA0EB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473D8A" w:rsidR="00FC5584" w:rsidP="00280025" w:rsidRDefault="00280025" w14:paraId="4D878243" w14:textId="5EE2AD61">
            <w:pPr>
              <w:pStyle w:val="Punktygwne"/>
              <w:spacing w:before="0" w:after="0"/>
              <w:ind w:left="176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73D8A">
              <w:rPr>
                <w:rFonts w:ascii="Corbel" w:hAnsi="Corbel"/>
                <w:b w:val="0"/>
                <w:smallCaps w:val="0"/>
                <w:szCs w:val="24"/>
              </w:rPr>
              <w:t>Nyzio</w:t>
            </w:r>
            <w:proofErr w:type="spellEnd"/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A., Straże gminne – problemy, wyzwania i propozycje reform, ,,Środkowoeuropejskie Studia Polityczne” 2020, nr 1 .</w:t>
            </w:r>
          </w:p>
        </w:tc>
      </w:tr>
    </w:tbl>
    <w:p w:rsidRPr="00473D8A" w:rsidR="0085747A" w:rsidP="00473D8A" w:rsidRDefault="0085747A" w14:paraId="40FA781E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85747A" w:rsidP="00473D8A" w:rsidRDefault="0085747A" w14:paraId="63DEDB62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85747A" w:rsidP="00473D8A" w:rsidRDefault="0085747A" w14:paraId="77931930" w14:textId="77777777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473D8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473D8A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415E" w:rsidP="00C16ABF" w:rsidRDefault="00B2415E" w14:paraId="07780426" w14:textId="77777777">
      <w:pPr>
        <w:spacing w:after="0" w:line="240" w:lineRule="auto"/>
      </w:pPr>
      <w:r>
        <w:separator/>
      </w:r>
    </w:p>
  </w:endnote>
  <w:endnote w:type="continuationSeparator" w:id="0">
    <w:p w:rsidR="00B2415E" w:rsidP="00C16ABF" w:rsidRDefault="00B2415E" w14:paraId="212CC2B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415E" w:rsidP="00C16ABF" w:rsidRDefault="00B2415E" w14:paraId="71D5D292" w14:textId="77777777">
      <w:pPr>
        <w:spacing w:after="0" w:line="240" w:lineRule="auto"/>
      </w:pPr>
      <w:r>
        <w:separator/>
      </w:r>
    </w:p>
  </w:footnote>
  <w:footnote w:type="continuationSeparator" w:id="0">
    <w:p w:rsidR="00B2415E" w:rsidP="00C16ABF" w:rsidRDefault="00B2415E" w14:paraId="0EE2DD8C" w14:textId="77777777">
      <w:pPr>
        <w:spacing w:after="0" w:line="240" w:lineRule="auto"/>
      </w:pPr>
      <w:r>
        <w:continuationSeparator/>
      </w:r>
    </w:p>
  </w:footnote>
  <w:footnote w:id="1">
    <w:p w:rsidR="006730E9" w:rsidP="006730E9" w:rsidRDefault="006730E9" w14:paraId="283ED34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166B"/>
    <w:rsid w:val="00041C81"/>
    <w:rsid w:val="00042A51"/>
    <w:rsid w:val="00042D2E"/>
    <w:rsid w:val="00044C82"/>
    <w:rsid w:val="00070ED6"/>
    <w:rsid w:val="000742DC"/>
    <w:rsid w:val="00084C12"/>
    <w:rsid w:val="0008572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152"/>
    <w:rsid w:val="000D04B0"/>
    <w:rsid w:val="000F1C57"/>
    <w:rsid w:val="000F3EF3"/>
    <w:rsid w:val="000F5615"/>
    <w:rsid w:val="00122AC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5CCF"/>
    <w:rsid w:val="001A70D2"/>
    <w:rsid w:val="001B2C1E"/>
    <w:rsid w:val="001D1715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002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D755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0519"/>
    <w:rsid w:val="00445970"/>
    <w:rsid w:val="00461EFC"/>
    <w:rsid w:val="004652C2"/>
    <w:rsid w:val="004706D1"/>
    <w:rsid w:val="00471326"/>
    <w:rsid w:val="00473D8A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E66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B4D26"/>
    <w:rsid w:val="005C080F"/>
    <w:rsid w:val="005C55E5"/>
    <w:rsid w:val="005C696A"/>
    <w:rsid w:val="005E6E85"/>
    <w:rsid w:val="005F0C46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0E9"/>
    <w:rsid w:val="00675843"/>
    <w:rsid w:val="00696477"/>
    <w:rsid w:val="006C25DD"/>
    <w:rsid w:val="006D050F"/>
    <w:rsid w:val="006D6139"/>
    <w:rsid w:val="006E07B6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4621"/>
    <w:rsid w:val="007764E9"/>
    <w:rsid w:val="0078168C"/>
    <w:rsid w:val="00787C2A"/>
    <w:rsid w:val="00790E27"/>
    <w:rsid w:val="007A4022"/>
    <w:rsid w:val="007A473E"/>
    <w:rsid w:val="007A6E6E"/>
    <w:rsid w:val="007C3299"/>
    <w:rsid w:val="007C3BCC"/>
    <w:rsid w:val="007C4546"/>
    <w:rsid w:val="007D5802"/>
    <w:rsid w:val="007D6E56"/>
    <w:rsid w:val="007F4155"/>
    <w:rsid w:val="0081554D"/>
    <w:rsid w:val="0081707E"/>
    <w:rsid w:val="008449B3"/>
    <w:rsid w:val="008457AC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63E"/>
    <w:rsid w:val="008F12C9"/>
    <w:rsid w:val="008F6E29"/>
    <w:rsid w:val="00916188"/>
    <w:rsid w:val="00923D7D"/>
    <w:rsid w:val="00947C55"/>
    <w:rsid w:val="009508DF"/>
    <w:rsid w:val="00950DAC"/>
    <w:rsid w:val="00954A07"/>
    <w:rsid w:val="00997F14"/>
    <w:rsid w:val="009A78D9"/>
    <w:rsid w:val="009C1E04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147E"/>
    <w:rsid w:val="00A53FA5"/>
    <w:rsid w:val="00A54817"/>
    <w:rsid w:val="00A601C8"/>
    <w:rsid w:val="00A60799"/>
    <w:rsid w:val="00A84C85"/>
    <w:rsid w:val="00A97DE1"/>
    <w:rsid w:val="00AA642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15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33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00E5"/>
    <w:rsid w:val="00CE5156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314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071E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584"/>
    <w:rsid w:val="00FD503F"/>
    <w:rsid w:val="00FD7589"/>
    <w:rsid w:val="00FF016A"/>
    <w:rsid w:val="00FF1401"/>
    <w:rsid w:val="00FF5E7D"/>
    <w:rsid w:val="0A85F11A"/>
    <w:rsid w:val="1C066D95"/>
    <w:rsid w:val="2B6DFCAF"/>
    <w:rsid w:val="3ED53496"/>
    <w:rsid w:val="4403C8EA"/>
    <w:rsid w:val="55EBF561"/>
    <w:rsid w:val="77D968A0"/>
    <w:rsid w:val="7A2A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41386"/>
  <w15:docId w15:val="{C970FA10-19E1-4C4E-A071-AC0CE05D0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85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868D08-A71D-4D68-ACBB-38E4F8CDB7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293FD6-5B08-47CD-BB52-0E148F316515}"/>
</file>

<file path=customXml/itemProps3.xml><?xml version="1.0" encoding="utf-8"?>
<ds:datastoreItem xmlns:ds="http://schemas.openxmlformats.org/officeDocument/2006/customXml" ds:itemID="{6305CAB7-7F70-447A-8610-B8DBB275DED1}"/>
</file>

<file path=customXml/itemProps4.xml><?xml version="1.0" encoding="utf-8"?>
<ds:datastoreItem xmlns:ds="http://schemas.openxmlformats.org/officeDocument/2006/customXml" ds:itemID="{616F3EBE-3CC3-4EE9-BB6E-5E3C6DA3F0A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17</cp:revision>
  <cp:lastPrinted>2019-02-06T12:12:00Z</cp:lastPrinted>
  <dcterms:created xsi:type="dcterms:W3CDTF">2020-11-18T10:31:00Z</dcterms:created>
  <dcterms:modified xsi:type="dcterms:W3CDTF">2021-11-14T15:37:45Z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